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5CA52" w14:textId="473A6678" w:rsidR="00535962" w:rsidRPr="00F7167E" w:rsidRDefault="000B6B68">
      <w:r w:rsidRPr="000030D2"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 wp14:anchorId="7BE4CA72" wp14:editId="4A8548EA">
            <wp:simplePos x="0" y="0"/>
            <wp:positionH relativeFrom="margin">
              <wp:posOffset>2562225</wp:posOffset>
            </wp:positionH>
            <wp:positionV relativeFrom="margin">
              <wp:posOffset>-561975</wp:posOffset>
            </wp:positionV>
            <wp:extent cx="876300" cy="871855"/>
            <wp:effectExtent l="0" t="0" r="0" b="4445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388DBED" wp14:editId="19BD08BB">
            <wp:extent cx="1019175" cy="939761"/>
            <wp:effectExtent l="0" t="0" r="0" b="0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2724" cy="952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DE1C75" wp14:editId="7A17637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723EC" w14:textId="42BB66D1" w:rsidR="001466B0" w:rsidRPr="00D7710E" w:rsidRDefault="000B6B68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 xml:space="preserve">    </w:t>
                            </w:r>
                            <w:r w:rsidR="001466B0"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E1C75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" filled="f" stroked="f">
                <v:textbox inset="0,0,0,0">
                  <w:txbxContent>
                    <w:p w14:paraId="21C723EC" w14:textId="42BB66D1" w:rsidR="001466B0" w:rsidRPr="00D7710E" w:rsidRDefault="000B6B68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 xml:space="preserve">    </w:t>
                      </w:r>
                      <w:r w:rsidR="001466B0"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22B813" wp14:editId="18FC9C0D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7D4A7" w14:textId="77777777" w:rsidR="0026335F" w:rsidRPr="0026335F" w:rsidRDefault="003A484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2B813"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" filled="f" stroked="f">
                <v:textbox>
                  <w:txbxContent>
                    <w:p w14:paraId="44F7D4A7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DFB6ED3" wp14:editId="21D74ECD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FFA2F62" w14:textId="77777777"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B8EB2C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B6ED3"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5FFA2F62" w14:textId="77777777"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2BB8EB2C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6F5F1D" w14:textId="77777777" w:rsidR="00535962" w:rsidRPr="00535962" w:rsidRDefault="000030D2" w:rsidP="00535962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F6C026" wp14:editId="24365C0E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7543F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6C026" id="Text Box 13" o:spid="_x0000_s1033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" filled="f" stroked="f">
                <v:textbox>
                  <w:txbxContent>
                    <w:p w14:paraId="00F7543F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50A0C5A2" w14:textId="77777777"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764E4A" wp14:editId="59A6587B">
                <wp:simplePos x="0" y="0"/>
                <wp:positionH relativeFrom="column">
                  <wp:posOffset>1193800</wp:posOffset>
                </wp:positionH>
                <wp:positionV relativeFrom="paragraph">
                  <wp:posOffset>30480</wp:posOffset>
                </wp:positionV>
                <wp:extent cx="3578225" cy="279400"/>
                <wp:effectExtent l="0" t="0" r="317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82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0E87F" w14:textId="519730F2" w:rsidR="002E1412" w:rsidRPr="00937A46" w:rsidRDefault="003A4845" w:rsidP="000B6B68">
                            <w:pPr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Institucion"/>
                                  <w:caps/>
                                  <w:spacing w:val="0"/>
                                  <w:w w:val="100"/>
                                  <w:szCs w:val="18"/>
                                </w:rPr>
                              </w:sdtEndPr>
                              <w:sdtContent>
                                <w:r w:rsidR="000B6B68">
                                  <w:rPr>
                                    <w:rStyle w:val="Institucion"/>
                                  </w:rPr>
                                  <w:t>AYUNTAMIENTO SANTO DOMINGO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4E4A" id="Text Box 16" o:spid="_x0000_s1034" type="#_x0000_t202" style="position:absolute;margin-left:94pt;margin-top:2.4pt;width:281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UNk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" stroked="f">
                <v:textbox>
                  <w:txbxContent>
                    <w:p w14:paraId="4000E87F" w14:textId="519730F2" w:rsidR="002E1412" w:rsidRPr="00937A46" w:rsidRDefault="00000000" w:rsidP="000B6B68">
                      <w:pPr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Institucion"/>
                            <w:caps/>
                            <w:spacing w:val="0"/>
                            <w:w w:val="100"/>
                            <w:szCs w:val="18"/>
                          </w:rPr>
                        </w:sdtEndPr>
                        <w:sdtContent>
                          <w:r w:rsidR="000B6B68">
                            <w:rPr>
                              <w:rStyle w:val="Institucion"/>
                            </w:rPr>
                            <w:t>AYUNTAMIENTO SANTO DOMINGO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2CAB97C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63A9785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9D3A3A" wp14:editId="3C713833">
                <wp:simplePos x="0" y="0"/>
                <wp:positionH relativeFrom="column">
                  <wp:posOffset>1091565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138F1" w14:textId="43012778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D3A3A" id="Text Box 18" o:spid="_x0000_s1035" type="#_x0000_t202" style="position:absolute;left:0;text-align:left;margin-left:85.9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oL+A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" stroked="f">
                <v:textbox>
                  <w:txbxContent>
                    <w:p w14:paraId="359138F1" w14:textId="43012778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40D3C27A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16D89139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0D47F574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1CA00A08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42AD92CC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17E5774D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15301B4" w14:textId="77777777" w:rsidTr="00E82502">
        <w:trPr>
          <w:cantSplit/>
          <w:trHeight w:val="440"/>
        </w:trPr>
        <w:tc>
          <w:tcPr>
            <w:tcW w:w="9252" w:type="dxa"/>
          </w:tcPr>
          <w:p w14:paraId="591E7A9F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6C4D83BA" w14:textId="77777777" w:rsidTr="00E82502">
        <w:trPr>
          <w:cantSplit/>
          <w:trHeight w:val="440"/>
        </w:trPr>
        <w:tc>
          <w:tcPr>
            <w:tcW w:w="9252" w:type="dxa"/>
          </w:tcPr>
          <w:p w14:paraId="687504F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57D4C0C" w14:textId="77777777" w:rsidTr="00E82502">
        <w:trPr>
          <w:cantSplit/>
          <w:trHeight w:val="440"/>
        </w:trPr>
        <w:tc>
          <w:tcPr>
            <w:tcW w:w="9252" w:type="dxa"/>
          </w:tcPr>
          <w:p w14:paraId="74C35AB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1CC75B66" w14:textId="77777777" w:rsidTr="00E82502">
        <w:trPr>
          <w:cantSplit/>
          <w:trHeight w:val="440"/>
        </w:trPr>
        <w:tc>
          <w:tcPr>
            <w:tcW w:w="9252" w:type="dxa"/>
          </w:tcPr>
          <w:p w14:paraId="32DB292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6A5BADF" w14:textId="77777777" w:rsidTr="00E82502">
        <w:trPr>
          <w:cantSplit/>
          <w:trHeight w:val="440"/>
        </w:trPr>
        <w:tc>
          <w:tcPr>
            <w:tcW w:w="9252" w:type="dxa"/>
          </w:tcPr>
          <w:p w14:paraId="270A067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316E92AF" w14:textId="77777777" w:rsidTr="00E82502">
        <w:trPr>
          <w:cantSplit/>
          <w:trHeight w:val="440"/>
        </w:trPr>
        <w:tc>
          <w:tcPr>
            <w:tcW w:w="9252" w:type="dxa"/>
          </w:tcPr>
          <w:p w14:paraId="5EFEE217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73346777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3C723BA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0566BC5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51547DE5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9FE0AE7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18EB5" w14:textId="77777777" w:rsidR="00BD7123" w:rsidRDefault="00BD7123" w:rsidP="001007E7">
      <w:pPr>
        <w:spacing w:after="0" w:line="240" w:lineRule="auto"/>
      </w:pPr>
      <w:r>
        <w:separator/>
      </w:r>
    </w:p>
  </w:endnote>
  <w:endnote w:type="continuationSeparator" w:id="0">
    <w:p w14:paraId="270E84A6" w14:textId="77777777" w:rsidR="00BD7123" w:rsidRDefault="00BD712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4C953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15294768" wp14:editId="6BA51A2D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EA0F6F" wp14:editId="295EDC22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22F81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07D51C51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EA0F6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0DB22F81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07D51C51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2FD0C7" wp14:editId="4069469F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29FC4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2FD0C7" id="Text Box 1" o:spid="_x0000_s1037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03D29FC4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14DC4CD2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627BDBB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4A8197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FE620AD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A80985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9F21A" w14:textId="77777777" w:rsidR="00BD7123" w:rsidRDefault="00BD7123" w:rsidP="001007E7">
      <w:pPr>
        <w:spacing w:after="0" w:line="240" w:lineRule="auto"/>
      </w:pPr>
      <w:r>
        <w:separator/>
      </w:r>
    </w:p>
  </w:footnote>
  <w:footnote w:type="continuationSeparator" w:id="0">
    <w:p w14:paraId="4365D221" w14:textId="77777777" w:rsidR="00BD7123" w:rsidRDefault="00BD712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B6B68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73CD7"/>
    <w:rsid w:val="00295BD4"/>
    <w:rsid w:val="002D451D"/>
    <w:rsid w:val="002E1412"/>
    <w:rsid w:val="00314023"/>
    <w:rsid w:val="00341484"/>
    <w:rsid w:val="00392351"/>
    <w:rsid w:val="003A4845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37A46"/>
    <w:rsid w:val="00966EEE"/>
    <w:rsid w:val="00977C54"/>
    <w:rsid w:val="009B4476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BD7123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03E99"/>
    <w:rsid w:val="00D1201E"/>
    <w:rsid w:val="00D1584B"/>
    <w:rsid w:val="00D24FA7"/>
    <w:rsid w:val="00D45A3E"/>
    <w:rsid w:val="00D64696"/>
    <w:rsid w:val="00D7710E"/>
    <w:rsid w:val="00D90D49"/>
    <w:rsid w:val="00D9600B"/>
    <w:rsid w:val="00DC5D96"/>
    <w:rsid w:val="00DD4F3E"/>
    <w:rsid w:val="00E12122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1A25C0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62D4-661F-4BCF-893A-B8CA75EB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Compra3</cp:lastModifiedBy>
  <cp:revision>2</cp:revision>
  <cp:lastPrinted>2011-03-04T18:48:00Z</cp:lastPrinted>
  <dcterms:created xsi:type="dcterms:W3CDTF">2026-01-30T18:21:00Z</dcterms:created>
  <dcterms:modified xsi:type="dcterms:W3CDTF">2026-01-30T18:21:00Z</dcterms:modified>
</cp:coreProperties>
</file>